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08FD6" w14:textId="77777777" w:rsidR="00686143" w:rsidRDefault="00686143" w:rsidP="00686143">
      <w:pPr>
        <w:jc w:val="center"/>
      </w:pPr>
    </w:p>
    <w:p w14:paraId="26CAB1ED" w14:textId="77777777" w:rsidR="0026162B" w:rsidRDefault="00686143" w:rsidP="00686143">
      <w:pPr>
        <w:jc w:val="center"/>
      </w:pPr>
      <w:r>
        <w:t>OŚWIADCZENIE</w:t>
      </w:r>
    </w:p>
    <w:p w14:paraId="491898E1" w14:textId="77777777" w:rsidR="00287E7A" w:rsidRDefault="008947FA" w:rsidP="00287E7A">
      <w:r>
        <w:t>My niżej</w:t>
      </w:r>
      <w:r w:rsidRPr="005608F0">
        <w:t xml:space="preserve"> podpisan</w:t>
      </w:r>
      <w:r>
        <w:t>i</w:t>
      </w:r>
      <w:r w:rsidRPr="005608F0">
        <w:t>, jako projektant</w:t>
      </w:r>
      <w:r>
        <w:t xml:space="preserve"> oraz projektant sprawdzający</w:t>
      </w:r>
      <w:r w:rsidRPr="005608F0">
        <w:t xml:space="preserve"> oświadczam</w:t>
      </w:r>
      <w:r>
        <w:t>y</w:t>
      </w:r>
      <w:r w:rsidRPr="005608F0">
        <w:t xml:space="preserve">, zgodnie z art. </w:t>
      </w:r>
      <w:r>
        <w:t>34</w:t>
      </w:r>
      <w:r w:rsidRPr="005608F0">
        <w:t xml:space="preserve"> </w:t>
      </w:r>
      <w:r>
        <w:t>ust. 3d</w:t>
      </w:r>
      <w:r w:rsidRPr="005608F0">
        <w:t xml:space="preserve"> </w:t>
      </w:r>
      <w:r>
        <w:t xml:space="preserve">pkt. 3 </w:t>
      </w:r>
      <w:r w:rsidRPr="005608F0">
        <w:t>ustawy Prawo budowlane</w:t>
      </w:r>
      <w:r>
        <w:t xml:space="preserve"> </w:t>
      </w:r>
      <w:r w:rsidRPr="005608F0">
        <w:t>(Dz. U. z 20</w:t>
      </w:r>
      <w:r>
        <w:t>2</w:t>
      </w:r>
      <w:r w:rsidR="001407CB">
        <w:t>4</w:t>
      </w:r>
      <w:r w:rsidRPr="005608F0">
        <w:t xml:space="preserve">r. </w:t>
      </w:r>
      <w:r>
        <w:t>n</w:t>
      </w:r>
      <w:r w:rsidRPr="005608F0">
        <w:t xml:space="preserve">r </w:t>
      </w:r>
      <w:r w:rsidR="001407CB">
        <w:t>725</w:t>
      </w:r>
      <w:r>
        <w:t xml:space="preserve"> </w:t>
      </w:r>
      <w:proofErr w:type="spellStart"/>
      <w:r>
        <w:t>t.j</w:t>
      </w:r>
      <w:proofErr w:type="spellEnd"/>
      <w:r>
        <w:t>. z póź</w:t>
      </w:r>
      <w:r w:rsidR="001573A0">
        <w:t>n</w:t>
      </w:r>
      <w:r>
        <w:t>. zm.</w:t>
      </w:r>
      <w:r w:rsidRPr="005608F0">
        <w:t xml:space="preserve">) </w:t>
      </w:r>
      <w:r w:rsidR="00287E7A" w:rsidRPr="005608F0">
        <w:t>że projekt budowlany został sporządzony zgodnie z obowiązującymi przepisami oraz zasadami wiedzy technicznej.</w:t>
      </w:r>
    </w:p>
    <w:p w14:paraId="4FADCA07" w14:textId="77777777" w:rsidR="00AF569B" w:rsidRDefault="00AF569B" w:rsidP="00287E7A"/>
    <w:tbl>
      <w:tblPr>
        <w:tblStyle w:val="Tabela-Siatka"/>
        <w:tblW w:w="9640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0"/>
      </w:tblGrid>
      <w:tr w:rsidR="00686143" w:rsidRPr="00B53AA1" w14:paraId="122C916D" w14:textId="77777777" w:rsidTr="00B53AA1">
        <w:trPr>
          <w:trHeight w:val="188"/>
        </w:trPr>
        <w:tc>
          <w:tcPr>
            <w:tcW w:w="9640" w:type="dxa"/>
            <w:tcBorders>
              <w:bottom w:val="nil"/>
            </w:tcBorders>
          </w:tcPr>
          <w:p w14:paraId="592C43A9" w14:textId="77777777" w:rsidR="00686143" w:rsidRPr="00B53AA1" w:rsidRDefault="00686143" w:rsidP="00B53AA1">
            <w:pPr>
              <w:rPr>
                <w:b/>
              </w:rPr>
            </w:pPr>
            <w:r w:rsidRPr="00B53AA1">
              <w:rPr>
                <w:b/>
              </w:rPr>
              <w:t>Obiekt:</w:t>
            </w:r>
          </w:p>
        </w:tc>
      </w:tr>
      <w:tr w:rsidR="00686143" w:rsidRPr="00686143" w14:paraId="1D9578BE" w14:textId="77777777" w:rsidTr="00B53AA1">
        <w:tc>
          <w:tcPr>
            <w:tcW w:w="9640" w:type="dxa"/>
            <w:tcBorders>
              <w:top w:val="nil"/>
              <w:bottom w:val="single" w:sz="4" w:space="0" w:color="auto"/>
            </w:tcBorders>
          </w:tcPr>
          <w:sdt>
            <w:sdtPr>
              <w:alias w:val="Obiekt"/>
              <w:tag w:val="Obiekt"/>
              <w:id w:val="372901686"/>
              <w:placeholder>
                <w:docPart w:val="3C24403AB6DD42979C7AD1D3CE3E92CD"/>
              </w:placeholder>
            </w:sdtPr>
            <w:sdtContent>
              <w:p w14:paraId="677C3516" w14:textId="4C102B09" w:rsidR="00686143" w:rsidRDefault="004E68E6" w:rsidP="00B53AA1">
                <w:pPr>
                  <w:jc w:val="center"/>
                </w:pPr>
                <w:r w:rsidRPr="004E68E6">
                  <w:t>BUDYNEK PRZYCHODNI (CENTRUM ZDROWIA PSYCHICZNEGO, ADMINISTRACJA PRZYCHODNI)</w:t>
                </w:r>
              </w:p>
              <w:p w14:paraId="52D3ACB5" w14:textId="30764AAB" w:rsidR="004E68E6" w:rsidRPr="00686143" w:rsidRDefault="004E68E6" w:rsidP="00B53AA1">
                <w:pPr>
                  <w:jc w:val="center"/>
                </w:pPr>
                <w:r w:rsidRPr="004E68E6">
                  <w:t xml:space="preserve">Dz. nr 1818/2, Tuchów, gm. Tuchów, </w:t>
                </w:r>
                <w:proofErr w:type="spellStart"/>
                <w:r w:rsidRPr="004E68E6">
                  <w:t>identyf</w:t>
                </w:r>
                <w:proofErr w:type="spellEnd"/>
                <w:r w:rsidRPr="004E68E6">
                  <w:t>. działki: 121610_4.0001.1818/2</w:t>
                </w:r>
              </w:p>
            </w:sdtContent>
          </w:sdt>
        </w:tc>
      </w:tr>
      <w:tr w:rsidR="00686143" w:rsidRPr="00B53AA1" w14:paraId="33F478A0" w14:textId="77777777" w:rsidTr="00B53AA1">
        <w:trPr>
          <w:trHeight w:val="206"/>
        </w:trPr>
        <w:tc>
          <w:tcPr>
            <w:tcW w:w="9640" w:type="dxa"/>
            <w:tcBorders>
              <w:bottom w:val="nil"/>
            </w:tcBorders>
          </w:tcPr>
          <w:p w14:paraId="0A45D476" w14:textId="77777777" w:rsidR="00686143" w:rsidRPr="00B53AA1" w:rsidRDefault="00686143" w:rsidP="00B53AA1">
            <w:pPr>
              <w:rPr>
                <w:b/>
              </w:rPr>
            </w:pPr>
            <w:r w:rsidRPr="00B53AA1">
              <w:rPr>
                <w:b/>
              </w:rPr>
              <w:t>Temat:</w:t>
            </w:r>
          </w:p>
        </w:tc>
      </w:tr>
      <w:tr w:rsidR="00686143" w:rsidRPr="00686143" w14:paraId="3F0CCD4A" w14:textId="77777777" w:rsidTr="00B53AA1">
        <w:tc>
          <w:tcPr>
            <w:tcW w:w="9640" w:type="dxa"/>
            <w:tcBorders>
              <w:top w:val="nil"/>
            </w:tcBorders>
          </w:tcPr>
          <w:p w14:paraId="44C47016" w14:textId="0A039AB4" w:rsidR="00686143" w:rsidRPr="00686143" w:rsidRDefault="00000000" w:rsidP="00B53AA1">
            <w:pPr>
              <w:spacing w:after="200" w:line="276" w:lineRule="auto"/>
              <w:jc w:val="center"/>
            </w:pPr>
            <w:sdt>
              <w:sdtPr>
                <w:alias w:val="Temat"/>
                <w:tag w:val="Temat"/>
                <w:id w:val="-1673786014"/>
                <w:placeholder>
                  <w:docPart w:val="F2FAF207BE664E53A5AE7F812B1DD0A2"/>
                </w:placeholder>
                <w:dropDownList>
                  <w:listItem w:displayText="Instalacje elektryczne wewnętrzne" w:value="Instalacje elektryczne wewnętrzne"/>
                  <w:listItem w:displayText="Instalacje elektryczne zewnętrzne" w:value="Instalacje elektryczne zewnętrzne"/>
                  <w:listItem w:displayText="Zalicznikowa linia kablowa" w:value="Zalicznikowa linia kablowa"/>
                  <w:listItem w:displayText="Instalacje elektryczne wewnętrzne wraz z zalicznikową linią kablową" w:value="Instalacje elektryczne wewnętrzne wraz z zalicznikową linią kablową"/>
                  <w:listItem w:displayText="Przebudowa sieci energetycznej nN i SN" w:value="Przebudowa sieci energetycznej nN i SN"/>
                  <w:listItem w:displayText="Przebudowa sieci energetycznej nN" w:value="Przebudowa sieci energetycznej nN"/>
                  <w:listItem w:displayText="Przebudowa sieci energetycznej SN" w:value="Przebudowa sieci energetycznej SN"/>
                  <w:listItem w:displayText="Instalacja niskoprądowa" w:value="Instalacja niskoprądowa"/>
                  <w:listItem w:displayText="Instalacja automatycznej sygnalizacji pożaru SAP" w:value="Instalacja automatycznej sygnalizacji pożaru SAP"/>
                  <w:listItem w:displayText="Instalacja oddymiania" w:value="Instalacja oddymiania"/>
                  <w:listItem w:displayText="Instalacja sieci strukturalnej LAN" w:value="Instalacja sieci strukturalnej LAN"/>
                  <w:listItem w:displayText="Instalacja telewizji dozorowej CCTV" w:value="Instalacja telewizji dozorowej CCTV"/>
                  <w:listItem w:displayText="Instalacja kontroli dostępu KD" w:value="Instalacja kontroli dostępu KD"/>
                  <w:listItem w:displayText="Instalacja sygnalizacji włamania i napadu SSWiN" w:value="Instalacja sygnalizacji włamania i napadu SSWiN"/>
                  <w:listItem w:displayText="Instalacja AKPiA wentylacji i klimatyzacji" w:value="Instalacja AKPiA wentylacji i klimatyzacji"/>
                  <w:listItem w:displayText="Instalacje elektryczne" w:value="Instalacje elektryczne"/>
                </w:dropDownList>
              </w:sdtPr>
              <w:sdtContent>
                <w:r w:rsidR="007B364C">
                  <w:t>Instalacje elektryczne wewnętrzne</w:t>
                </w:r>
              </w:sdtContent>
            </w:sdt>
          </w:p>
        </w:tc>
      </w:tr>
    </w:tbl>
    <w:p w14:paraId="692C6CCB" w14:textId="234FD808" w:rsidR="00D73332" w:rsidRPr="00CA5668" w:rsidRDefault="00242B03" w:rsidP="00242B03">
      <w:pPr>
        <w:tabs>
          <w:tab w:val="left" w:pos="3357"/>
        </w:tabs>
      </w:pPr>
      <w:r>
        <w:tab/>
      </w:r>
    </w:p>
    <w:tbl>
      <w:tblPr>
        <w:tblStyle w:val="Tabela-Siatka"/>
        <w:tblW w:w="4960" w:type="pct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B53AA1" w14:paraId="6D57AC86" w14:textId="77777777" w:rsidTr="00CA5668">
        <w:trPr>
          <w:trHeight w:val="1006"/>
        </w:trPr>
        <w:tc>
          <w:tcPr>
            <w:tcW w:w="2500" w:type="pct"/>
            <w:tcBorders>
              <w:top w:val="nil"/>
              <w:bottom w:val="nil"/>
            </w:tcBorders>
            <w:vAlign w:val="center"/>
          </w:tcPr>
          <w:p w14:paraId="68568A93" w14:textId="6232B69D" w:rsidR="00B53AA1" w:rsidRPr="006F2832" w:rsidRDefault="007C05C6" w:rsidP="00B53AA1">
            <w:pPr>
              <w:rPr>
                <w:b/>
              </w:rPr>
            </w:pPr>
            <w:r>
              <w:t xml:space="preserve">Zbylitowska Góra, </w:t>
            </w:r>
            <w:sdt>
              <w:sdtPr>
                <w:alias w:val="Data projektu"/>
                <w:tag w:val="Data projektu"/>
                <w:id w:val="-1112431012"/>
                <w:placeholder>
                  <w:docPart w:val="08A9A99B6CAD464AB4A20670C1028C6B"/>
                </w:placeholder>
                <w:date w:fullDate="2024-11-22T00:00:00Z">
                  <w:dateFormat w:val="MMMM yyyy"/>
                  <w:lid w:val="pl-PL"/>
                  <w:storeMappedDataAs w:val="dateTime"/>
                  <w:calendar w:val="gregorian"/>
                </w:date>
              </w:sdtPr>
              <w:sdtContent>
                <w:r w:rsidR="000C3B72">
                  <w:t>listopad 2024</w:t>
                </w:r>
              </w:sdtContent>
            </w:sdt>
          </w:p>
        </w:tc>
        <w:tc>
          <w:tcPr>
            <w:tcW w:w="2500" w:type="pct"/>
            <w:tcBorders>
              <w:top w:val="nil"/>
              <w:bottom w:val="dashed" w:sz="4" w:space="0" w:color="auto"/>
            </w:tcBorders>
            <w:vAlign w:val="center"/>
          </w:tcPr>
          <w:p w14:paraId="5B0F19A5" w14:textId="77777777" w:rsidR="00B53AA1" w:rsidRPr="006F2832" w:rsidRDefault="00B53AA1" w:rsidP="00856E80">
            <w:pPr>
              <w:rPr>
                <w:b/>
              </w:rPr>
            </w:pPr>
          </w:p>
        </w:tc>
      </w:tr>
      <w:tr w:rsidR="00B53AA1" w14:paraId="167F71A6" w14:textId="77777777" w:rsidTr="00D73332">
        <w:trPr>
          <w:trHeight w:val="165"/>
        </w:trPr>
        <w:tc>
          <w:tcPr>
            <w:tcW w:w="2500" w:type="pct"/>
            <w:tcBorders>
              <w:top w:val="nil"/>
              <w:bottom w:val="nil"/>
            </w:tcBorders>
            <w:vAlign w:val="center"/>
          </w:tcPr>
          <w:p w14:paraId="57828BDC" w14:textId="77777777" w:rsidR="00B53AA1" w:rsidRPr="006F2832" w:rsidRDefault="00B53AA1" w:rsidP="00856E80">
            <w:pPr>
              <w:rPr>
                <w:b/>
              </w:rPr>
            </w:pPr>
          </w:p>
        </w:tc>
        <w:tc>
          <w:tcPr>
            <w:tcW w:w="2500" w:type="pct"/>
            <w:tcBorders>
              <w:top w:val="dashed" w:sz="4" w:space="0" w:color="auto"/>
              <w:bottom w:val="nil"/>
            </w:tcBorders>
            <w:vAlign w:val="center"/>
          </w:tcPr>
          <w:p w14:paraId="463C6870" w14:textId="77777777" w:rsidR="00B53AA1" w:rsidRPr="006F2832" w:rsidRDefault="00B53AA1" w:rsidP="00856E80">
            <w:pPr>
              <w:rPr>
                <w:b/>
              </w:rPr>
            </w:pPr>
            <w:r w:rsidRPr="006F2832">
              <w:rPr>
                <w:b/>
              </w:rPr>
              <w:t>PROJEKTOWAŁ:</w:t>
            </w:r>
          </w:p>
        </w:tc>
      </w:tr>
      <w:tr w:rsidR="00B53AA1" w14:paraId="2C7A8B80" w14:textId="77777777" w:rsidTr="00D73332">
        <w:trPr>
          <w:trHeight w:val="1266"/>
        </w:trPr>
        <w:tc>
          <w:tcPr>
            <w:tcW w:w="2500" w:type="pct"/>
            <w:tcBorders>
              <w:top w:val="nil"/>
              <w:bottom w:val="nil"/>
            </w:tcBorders>
          </w:tcPr>
          <w:p w14:paraId="3237A26E" w14:textId="77777777" w:rsidR="00B53AA1" w:rsidRPr="00210D0F" w:rsidRDefault="00287E7A" w:rsidP="00287E7A">
            <w:pPr>
              <w:tabs>
                <w:tab w:val="left" w:pos="1687"/>
              </w:tabs>
              <w:jc w:val="left"/>
            </w:pPr>
            <w:r>
              <w:tab/>
            </w:r>
          </w:p>
        </w:tc>
        <w:tc>
          <w:tcPr>
            <w:tcW w:w="2500" w:type="pct"/>
            <w:tcBorders>
              <w:top w:val="nil"/>
              <w:bottom w:val="nil"/>
            </w:tcBorders>
          </w:tcPr>
          <w:p w14:paraId="1B5F277C" w14:textId="77777777" w:rsidR="00B53AA1" w:rsidRPr="00210D0F" w:rsidRDefault="00B53AA1" w:rsidP="00856E80">
            <w:pPr>
              <w:jc w:val="left"/>
            </w:pPr>
            <w:r w:rsidRPr="00210D0F">
              <w:t>mgr inż. Krzysztof Filipak</w:t>
            </w:r>
            <w:r w:rsidRPr="00210D0F">
              <w:br/>
            </w:r>
            <w:r w:rsidRPr="00210D0F">
              <w:rPr>
                <w:sz w:val="18"/>
                <w:szCs w:val="18"/>
              </w:rPr>
              <w:t>nr upr. bud.: MAP/0131/PWOE/06</w:t>
            </w:r>
            <w:r w:rsidRPr="00210D0F">
              <w:rPr>
                <w:sz w:val="18"/>
                <w:szCs w:val="18"/>
              </w:rPr>
              <w:br/>
              <w:t>w spec. elektr. i energ. bez ogr.</w:t>
            </w:r>
          </w:p>
        </w:tc>
      </w:tr>
      <w:tr w:rsidR="00D73332" w14:paraId="7DA86E2D" w14:textId="77777777" w:rsidTr="00CA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3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44683F7" w14:textId="36ADF12E" w:rsidR="00D73332" w:rsidRPr="006F2832" w:rsidRDefault="007C05C6" w:rsidP="007C05C6">
            <w:pPr>
              <w:rPr>
                <w:b/>
              </w:rPr>
            </w:pPr>
            <w:r>
              <w:t xml:space="preserve">Zbylitowska Góra, </w:t>
            </w:r>
            <w:sdt>
              <w:sdtPr>
                <w:alias w:val="Data projektu"/>
                <w:tag w:val="Data projektu"/>
                <w:id w:val="61690067"/>
                <w:placeholder>
                  <w:docPart w:val="AE27720724034A18B45E25686C4AE01E"/>
                </w:placeholder>
                <w:date w:fullDate="2024-11-22T00:00:00Z">
                  <w:dateFormat w:val="MMMM yyyy"/>
                  <w:lid w:val="pl-PL"/>
                  <w:storeMappedDataAs w:val="dateTime"/>
                  <w:calendar w:val="gregorian"/>
                </w:date>
              </w:sdtPr>
              <w:sdtContent>
                <w:r w:rsidR="000C3B72">
                  <w:t>listopad 2024</w:t>
                </w:r>
              </w:sdtContent>
            </w:sdt>
          </w:p>
        </w:tc>
        <w:tc>
          <w:tcPr>
            <w:tcW w:w="2500" w:type="pct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0418C19" w14:textId="77777777" w:rsidR="00D73332" w:rsidRPr="006F2832" w:rsidRDefault="00D73332" w:rsidP="008F33F2">
            <w:pPr>
              <w:rPr>
                <w:b/>
              </w:rPr>
            </w:pPr>
          </w:p>
        </w:tc>
      </w:tr>
      <w:tr w:rsidR="00D73332" w14:paraId="2B7FB1F6" w14:textId="77777777" w:rsidTr="00D73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1979F0C" w14:textId="77777777" w:rsidR="00D73332" w:rsidRPr="006F2832" w:rsidRDefault="00D73332" w:rsidP="008F33F2">
            <w:pPr>
              <w:rPr>
                <w:b/>
              </w:rPr>
            </w:pPr>
          </w:p>
        </w:tc>
        <w:tc>
          <w:tcPr>
            <w:tcW w:w="2500" w:type="pct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0BD5C02" w14:textId="77777777" w:rsidR="00D73332" w:rsidRPr="006F2832" w:rsidRDefault="00D73332" w:rsidP="008F33F2">
            <w:pPr>
              <w:rPr>
                <w:b/>
              </w:rPr>
            </w:pPr>
            <w:r>
              <w:rPr>
                <w:b/>
              </w:rPr>
              <w:t>SPRAWDZIŁ</w:t>
            </w:r>
            <w:r w:rsidRPr="006F2832">
              <w:rPr>
                <w:b/>
              </w:rPr>
              <w:t>:</w:t>
            </w:r>
          </w:p>
        </w:tc>
      </w:tr>
      <w:tr w:rsidR="00D73332" w14:paraId="3623792C" w14:textId="77777777" w:rsidTr="00D73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2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CDB004F" w14:textId="77777777" w:rsidR="00D73332" w:rsidRPr="00210D0F" w:rsidRDefault="00D73332" w:rsidP="008F33F2">
            <w:pPr>
              <w:jc w:val="left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8A7BDA6" w14:textId="77777777" w:rsidR="00D73332" w:rsidRPr="00210D0F" w:rsidRDefault="00D73332" w:rsidP="00D73332">
            <w:pPr>
              <w:jc w:val="left"/>
            </w:pPr>
            <w:r w:rsidRPr="00210D0F">
              <w:t xml:space="preserve">mgr inż. </w:t>
            </w:r>
            <w:r w:rsidR="00B426A1">
              <w:t>Łukasz</w:t>
            </w:r>
            <w:r>
              <w:t xml:space="preserve"> </w:t>
            </w:r>
            <w:r w:rsidR="00B426A1">
              <w:t>Karaś</w:t>
            </w:r>
            <w:r w:rsidRPr="00210D0F">
              <w:br/>
            </w:r>
            <w:r w:rsidRPr="00210D0F">
              <w:rPr>
                <w:sz w:val="18"/>
                <w:szCs w:val="18"/>
              </w:rPr>
              <w:t>nr upr. bud.: MAP/0</w:t>
            </w:r>
            <w:r>
              <w:rPr>
                <w:sz w:val="18"/>
                <w:szCs w:val="18"/>
              </w:rPr>
              <w:t>04</w:t>
            </w:r>
            <w:r w:rsidR="00AB6388">
              <w:rPr>
                <w:sz w:val="18"/>
                <w:szCs w:val="18"/>
              </w:rPr>
              <w:t>5</w:t>
            </w:r>
            <w:r w:rsidRPr="00210D0F">
              <w:rPr>
                <w:sz w:val="18"/>
                <w:szCs w:val="18"/>
              </w:rPr>
              <w:t>/PW</w:t>
            </w:r>
            <w:r w:rsidR="00AB6388">
              <w:rPr>
                <w:sz w:val="18"/>
                <w:szCs w:val="18"/>
              </w:rPr>
              <w:t>B</w:t>
            </w:r>
            <w:r w:rsidRPr="00210D0F">
              <w:rPr>
                <w:sz w:val="18"/>
                <w:szCs w:val="18"/>
              </w:rPr>
              <w:t>E/</w:t>
            </w:r>
            <w:r>
              <w:rPr>
                <w:sz w:val="18"/>
                <w:szCs w:val="18"/>
              </w:rPr>
              <w:t>1</w:t>
            </w:r>
            <w:r w:rsidR="00AB6388">
              <w:rPr>
                <w:sz w:val="18"/>
                <w:szCs w:val="18"/>
              </w:rPr>
              <w:t>8</w:t>
            </w:r>
            <w:r w:rsidRPr="00210D0F">
              <w:rPr>
                <w:sz w:val="18"/>
                <w:szCs w:val="18"/>
              </w:rPr>
              <w:br/>
              <w:t>w spec. elektr. i energ. bez ogr.</w:t>
            </w:r>
          </w:p>
        </w:tc>
      </w:tr>
    </w:tbl>
    <w:p w14:paraId="09EC6E18" w14:textId="77777777" w:rsidR="00B53AA1" w:rsidRPr="00D73332" w:rsidRDefault="00B53AA1" w:rsidP="00B53AA1">
      <w:pPr>
        <w:spacing w:after="200" w:line="276" w:lineRule="auto"/>
        <w:jc w:val="left"/>
        <w:rPr>
          <w:sz w:val="20"/>
        </w:rPr>
      </w:pPr>
    </w:p>
    <w:sectPr w:rsidR="00B53AA1" w:rsidRPr="00D73332" w:rsidSect="00BC337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62" w:right="737" w:bottom="1440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21C27" w14:textId="77777777" w:rsidR="008418DF" w:rsidRDefault="008418DF" w:rsidP="005D6CFA">
      <w:pPr>
        <w:spacing w:after="0" w:line="240" w:lineRule="auto"/>
      </w:pPr>
      <w:r>
        <w:separator/>
      </w:r>
    </w:p>
  </w:endnote>
  <w:endnote w:type="continuationSeparator" w:id="0">
    <w:p w14:paraId="29378E7D" w14:textId="77777777" w:rsidR="008418DF" w:rsidRDefault="008418DF" w:rsidP="005D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431F" w14:textId="77777777" w:rsidR="002A38A9" w:rsidRDefault="002A38A9" w:rsidP="002A38A9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63DA62" wp14:editId="1DBDD6DE">
              <wp:simplePos x="0" y="0"/>
              <wp:positionH relativeFrom="column">
                <wp:posOffset>6179737</wp:posOffset>
              </wp:positionH>
              <wp:positionV relativeFrom="paragraph">
                <wp:posOffset>-2955290</wp:posOffset>
              </wp:positionV>
              <wp:extent cx="198783" cy="3092505"/>
              <wp:effectExtent l="0" t="0" r="10795" b="1270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83" cy="3092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4ED79D" w14:textId="07C74BB4" w:rsidR="002A38A9" w:rsidRPr="00A93569" w:rsidRDefault="002A38A9" w:rsidP="002A38A9">
                          <w:pPr>
                            <w:pStyle w:val="Nagweklogo"/>
                            <w:rPr>
                              <w:sz w:val="16"/>
                              <w:szCs w:val="16"/>
                            </w:rPr>
                          </w:pPr>
                          <w:r w:rsidRPr="00A93569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93569">
                            <w:rPr>
                              <w:sz w:val="16"/>
                              <w:szCs w:val="16"/>
                            </w:rPr>
                            <w:instrText xml:space="preserve"> FILENAME   \* MERGEFORMAT </w:instrText>
                          </w:r>
                          <w:r w:rsidRPr="00A93569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F4FC5">
                            <w:rPr>
                              <w:noProof/>
                              <w:sz w:val="16"/>
                              <w:szCs w:val="16"/>
                            </w:rPr>
                            <w:t>02124_PW_IEW_Oswiadczenie.docx</w:t>
                          </w:r>
                          <w:r w:rsidRPr="00A93569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3DA6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86.6pt;margin-top:-232.7pt;width:15.65pt;height:2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" filled="f" stroked="f">
              <v:textbox style="layout-flow:vertical;mso-layout-flow-alt:bottom-to-top" inset="0,0,0,0">
                <w:txbxContent>
                  <w:p w14:paraId="5C4ED79D" w14:textId="07C74BB4" w:rsidR="002A38A9" w:rsidRPr="00A93569" w:rsidRDefault="002A38A9" w:rsidP="002A38A9">
                    <w:pPr>
                      <w:pStyle w:val="Nagweklogo"/>
                      <w:rPr>
                        <w:sz w:val="16"/>
                        <w:szCs w:val="16"/>
                      </w:rPr>
                    </w:pPr>
                    <w:r w:rsidRPr="00A93569">
                      <w:rPr>
                        <w:sz w:val="16"/>
                        <w:szCs w:val="16"/>
                      </w:rPr>
                      <w:fldChar w:fldCharType="begin"/>
                    </w:r>
                    <w:r w:rsidRPr="00A93569">
                      <w:rPr>
                        <w:sz w:val="16"/>
                        <w:szCs w:val="16"/>
                      </w:rPr>
                      <w:instrText xml:space="preserve"> FILENAME   \* MERGEFORMAT </w:instrText>
                    </w:r>
                    <w:r w:rsidRPr="00A93569">
                      <w:rPr>
                        <w:sz w:val="16"/>
                        <w:szCs w:val="16"/>
                      </w:rPr>
                      <w:fldChar w:fldCharType="separate"/>
                    </w:r>
                    <w:r w:rsidR="00EF4FC5">
                      <w:rPr>
                        <w:noProof/>
                        <w:sz w:val="16"/>
                        <w:szCs w:val="16"/>
                      </w:rPr>
                      <w:t>02124_PW_IEW_Oswiadczenie.docx</w:t>
                    </w:r>
                    <w:r w:rsidRPr="00A93569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00000">
      <w:pict w14:anchorId="16E8C078">
        <v:rect id="_x0000_i1025" style="width:473.4pt;height:1pt;mso-position-vertical:absolute" o:hralign="center" o:hrstd="t" o:hrnoshade="t" o:hr="t" fillcolor="#404040 [2429]" stroked="f"/>
      </w:pict>
    </w:r>
  </w:p>
  <w:sdt>
    <w:sdtPr>
      <w:id w:val="1100062682"/>
      <w:docPartObj>
        <w:docPartGallery w:val="Page Numbers (Bottom of Page)"/>
        <w:docPartUnique/>
      </w:docPartObj>
    </w:sdtPr>
    <w:sdtContent>
      <w:p w14:paraId="004A048F" w14:textId="77777777" w:rsidR="002A38A9" w:rsidRDefault="002A38A9" w:rsidP="002A38A9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86143">
          <w:rPr>
            <w:noProof/>
          </w:rPr>
          <w:t>4</w:t>
        </w:r>
        <w:r>
          <w:fldChar w:fldCharType="end"/>
        </w:r>
      </w:p>
    </w:sdtContent>
  </w:sdt>
  <w:p w14:paraId="329DA503" w14:textId="77777777" w:rsidR="002A38A9" w:rsidRDefault="002A38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9701A" w14:textId="77777777" w:rsidR="00636F8A" w:rsidRDefault="00A93569" w:rsidP="00FF4CDE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2C6972" wp14:editId="14D640EA">
              <wp:simplePos x="0" y="0"/>
              <wp:positionH relativeFrom="column">
                <wp:posOffset>-356566</wp:posOffset>
              </wp:positionH>
              <wp:positionV relativeFrom="paragraph">
                <wp:posOffset>-2955897</wp:posOffset>
              </wp:positionV>
              <wp:extent cx="198783" cy="3092505"/>
              <wp:effectExtent l="0" t="0" r="10795" b="1270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783" cy="3092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876A0" w14:textId="11FAD2AA" w:rsidR="00A93569" w:rsidRPr="00A93569" w:rsidRDefault="00A93569" w:rsidP="00A93569">
                          <w:pPr>
                            <w:pStyle w:val="Nagweklogo"/>
                            <w:rPr>
                              <w:sz w:val="16"/>
                              <w:szCs w:val="16"/>
                            </w:rPr>
                          </w:pPr>
                          <w:r w:rsidRPr="00A93569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93569">
                            <w:rPr>
                              <w:sz w:val="16"/>
                              <w:szCs w:val="16"/>
                            </w:rPr>
                            <w:instrText xml:space="preserve"> FILENAME   \* MERGEFORMAT </w:instrText>
                          </w:r>
                          <w:r w:rsidRPr="00A93569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F4FC5">
                            <w:rPr>
                              <w:noProof/>
                              <w:sz w:val="16"/>
                              <w:szCs w:val="16"/>
                            </w:rPr>
                            <w:t>02124_PW_IEW_Oswiadczenie.docx</w:t>
                          </w:r>
                          <w:r w:rsidRPr="00A93569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C697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8.1pt;margin-top:-232.75pt;width:15.65pt;height:2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" filled="f" stroked="f">
              <v:textbox style="layout-flow:vertical;mso-layout-flow-alt:bottom-to-top" inset="0,0,0,0">
                <w:txbxContent>
                  <w:p w14:paraId="77A876A0" w14:textId="11FAD2AA" w:rsidR="00A93569" w:rsidRPr="00A93569" w:rsidRDefault="00A93569" w:rsidP="00A93569">
                    <w:pPr>
                      <w:pStyle w:val="Nagweklogo"/>
                      <w:rPr>
                        <w:sz w:val="16"/>
                        <w:szCs w:val="16"/>
                      </w:rPr>
                    </w:pPr>
                    <w:r w:rsidRPr="00A93569">
                      <w:rPr>
                        <w:sz w:val="16"/>
                        <w:szCs w:val="16"/>
                      </w:rPr>
                      <w:fldChar w:fldCharType="begin"/>
                    </w:r>
                    <w:r w:rsidRPr="00A93569">
                      <w:rPr>
                        <w:sz w:val="16"/>
                        <w:szCs w:val="16"/>
                      </w:rPr>
                      <w:instrText xml:space="preserve"> FILENAME   \* MERGEFORMAT </w:instrText>
                    </w:r>
                    <w:r w:rsidRPr="00A93569">
                      <w:rPr>
                        <w:sz w:val="16"/>
                        <w:szCs w:val="16"/>
                      </w:rPr>
                      <w:fldChar w:fldCharType="separate"/>
                    </w:r>
                    <w:r w:rsidR="00EF4FC5">
                      <w:rPr>
                        <w:noProof/>
                        <w:sz w:val="16"/>
                        <w:szCs w:val="16"/>
                      </w:rPr>
                      <w:t>02124_PW_IEW_Oswiadczenie.docx</w:t>
                    </w:r>
                    <w:r w:rsidRPr="00A93569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00000">
      <w:pict w14:anchorId="7A850647">
        <v:rect id="_x0000_i1026" style="width:473.4pt;height:1pt;mso-position-vertical:absolute" o:hralign="center" o:hrstd="t" o:hrnoshade="t" o:hr="t" fillcolor="#404040 [2429]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99620" w14:textId="77777777" w:rsidR="008418DF" w:rsidRDefault="008418DF" w:rsidP="005D6CFA">
      <w:pPr>
        <w:spacing w:after="0" w:line="240" w:lineRule="auto"/>
      </w:pPr>
      <w:r>
        <w:separator/>
      </w:r>
    </w:p>
  </w:footnote>
  <w:footnote w:type="continuationSeparator" w:id="0">
    <w:p w14:paraId="7EB83AB9" w14:textId="77777777" w:rsidR="008418DF" w:rsidRDefault="008418DF" w:rsidP="005D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2" w:type="dxa"/>
      <w:tblBorders>
        <w:bottom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4"/>
      <w:gridCol w:w="7992"/>
    </w:tblGrid>
    <w:tr w:rsidR="002A38A9" w14:paraId="27E4DE86" w14:textId="77777777" w:rsidTr="00BC337A">
      <w:trPr>
        <w:trHeight w:val="326"/>
      </w:trPr>
      <w:tc>
        <w:tcPr>
          <w:tcW w:w="1416" w:type="dxa"/>
          <w:vAlign w:val="bottom"/>
        </w:tcPr>
        <w:p w14:paraId="748438C5" w14:textId="77777777" w:rsidR="002A38A9" w:rsidRDefault="002A38A9" w:rsidP="008B1C26">
          <w:pPr>
            <w:pStyle w:val="Nagwek"/>
            <w:jc w:val="left"/>
          </w:pPr>
          <w:r>
            <w:t xml:space="preserve">Kod: </w:t>
          </w:r>
          <w:sdt>
            <w:sdtPr>
              <w:alias w:val="Kod dokumentu"/>
              <w:tag w:val="Kod dokumentu"/>
              <w:id w:val="-2080892658"/>
              <w:placeholder>
                <w:docPart w:val="08A9A99B6CAD464AB4A20670C1028C6B"/>
              </w:placeholder>
              <w:showingPlcHdr/>
            </w:sdtPr>
            <w:sdtContent>
              <w:r w:rsidR="00F71226">
                <w:t xml:space="preserve">     </w:t>
              </w:r>
            </w:sdtContent>
          </w:sdt>
        </w:p>
      </w:tc>
      <w:tc>
        <w:tcPr>
          <w:tcW w:w="8080" w:type="dxa"/>
          <w:vAlign w:val="bottom"/>
        </w:tcPr>
        <w:sdt>
          <w:sdtPr>
            <w:alias w:val="Temat"/>
            <w:tag w:val="Temat: "/>
            <w:id w:val="191198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14:paraId="0F82CC50" w14:textId="51A4C76D" w:rsidR="002A38A9" w:rsidRPr="002C357F" w:rsidRDefault="00844DE6" w:rsidP="002C357F">
              <w:pPr>
                <w:pStyle w:val="Nagwek"/>
                <w:jc w:val="center"/>
                <w:rPr>
                  <w:sz w:val="22"/>
                </w:rPr>
              </w:pPr>
              <w:r>
                <w:t>PT - Instalacje elektryczne wewnętrzne</w:t>
              </w:r>
            </w:p>
          </w:sdtContent>
        </w:sdt>
      </w:tc>
    </w:tr>
  </w:tbl>
  <w:p w14:paraId="12397CC5" w14:textId="77777777" w:rsidR="00636F8A" w:rsidRPr="002A38A9" w:rsidRDefault="00636F8A" w:rsidP="002A38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2" w:type="dxa"/>
      <w:tblBorders>
        <w:bottom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09"/>
      <w:gridCol w:w="1687"/>
    </w:tblGrid>
    <w:tr w:rsidR="00636F8A" w14:paraId="420D6250" w14:textId="77777777" w:rsidTr="00BC337A">
      <w:trPr>
        <w:trHeight w:val="326"/>
      </w:trPr>
      <w:tc>
        <w:tcPr>
          <w:tcW w:w="7795" w:type="dxa"/>
          <w:vAlign w:val="bottom"/>
        </w:tcPr>
        <w:sdt>
          <w:sdtPr>
            <w:alias w:val="Temat"/>
            <w:tag w:val="Temat: "/>
            <w:id w:val="447897044"/>
            <w:lock w:val="sdtLocked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14:paraId="02BA3AF7" w14:textId="2C39C62B" w:rsidR="00636F8A" w:rsidRDefault="00636F8A" w:rsidP="002C357F">
              <w:pPr>
                <w:pStyle w:val="Nagwek"/>
                <w:jc w:val="center"/>
              </w:pPr>
              <w:r>
                <w:t>P</w:t>
              </w:r>
              <w:r w:rsidR="00844DE6">
                <w:t>T</w:t>
              </w:r>
              <w:r>
                <w:t xml:space="preserve"> - Instalacje elektryczne </w:t>
              </w:r>
              <w:r w:rsidR="00844DE6">
                <w:t>w</w:t>
              </w:r>
              <w:r>
                <w:t>ewnętrzne</w:t>
              </w:r>
            </w:p>
          </w:sdtContent>
        </w:sdt>
      </w:tc>
      <w:tc>
        <w:tcPr>
          <w:tcW w:w="1701" w:type="dxa"/>
          <w:vAlign w:val="bottom"/>
        </w:tcPr>
        <w:p w14:paraId="3D74B9EC" w14:textId="2A591E79" w:rsidR="00636F8A" w:rsidRDefault="00636F8A" w:rsidP="008B1C26">
          <w:pPr>
            <w:pStyle w:val="Nagwek"/>
            <w:jc w:val="right"/>
          </w:pPr>
          <w:r>
            <w:t xml:space="preserve">Kod: </w:t>
          </w:r>
          <w:sdt>
            <w:sdtPr>
              <w:alias w:val="Kod dokumentu"/>
              <w:tag w:val="Kod dokumentu"/>
              <w:id w:val="522516208"/>
              <w:lock w:val="sdtLocked"/>
              <w:placeholder>
                <w:docPart w:val="AE27720724034A18B45E25686C4AE01E"/>
              </w:placeholder>
            </w:sdtPr>
            <w:sdtContent>
              <w:r w:rsidR="00844DE6">
                <w:t>02124</w:t>
              </w:r>
            </w:sdtContent>
          </w:sdt>
        </w:p>
      </w:tc>
    </w:tr>
  </w:tbl>
  <w:p w14:paraId="16815DCC" w14:textId="77777777" w:rsidR="00BC337A" w:rsidRDefault="00BC337A" w:rsidP="00BC337A">
    <w:pPr>
      <w:pStyle w:val="Nagwek"/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A3D50"/>
    <w:multiLevelType w:val="hybridMultilevel"/>
    <w:tmpl w:val="D38C57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27A3"/>
    <w:multiLevelType w:val="hybridMultilevel"/>
    <w:tmpl w:val="87C282E0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1EC4"/>
    <w:multiLevelType w:val="hybridMultilevel"/>
    <w:tmpl w:val="DFAE908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2377DA7"/>
    <w:multiLevelType w:val="hybridMultilevel"/>
    <w:tmpl w:val="953215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813C9"/>
    <w:multiLevelType w:val="hybridMultilevel"/>
    <w:tmpl w:val="8152BE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D2C15"/>
    <w:multiLevelType w:val="hybridMultilevel"/>
    <w:tmpl w:val="A53ED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31CBA"/>
    <w:multiLevelType w:val="hybridMultilevel"/>
    <w:tmpl w:val="917CE154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644C4"/>
    <w:multiLevelType w:val="hybridMultilevel"/>
    <w:tmpl w:val="9470182A"/>
    <w:lvl w:ilvl="0" w:tplc="ABAE9BE8">
      <w:start w:val="1"/>
      <w:numFmt w:val="decimal"/>
      <w:lvlText w:val="E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76322"/>
    <w:multiLevelType w:val="hybridMultilevel"/>
    <w:tmpl w:val="D194A2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C1101"/>
    <w:multiLevelType w:val="hybridMultilevel"/>
    <w:tmpl w:val="116E2518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114CA"/>
    <w:multiLevelType w:val="hybridMultilevel"/>
    <w:tmpl w:val="918AD562"/>
    <w:lvl w:ilvl="0" w:tplc="BC84852A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ker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8253F"/>
    <w:multiLevelType w:val="hybridMultilevel"/>
    <w:tmpl w:val="4FFA96E4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F46D8"/>
    <w:multiLevelType w:val="hybridMultilevel"/>
    <w:tmpl w:val="291C91D0"/>
    <w:lvl w:ilvl="0" w:tplc="ABAE9BE8">
      <w:start w:val="1"/>
      <w:numFmt w:val="decimal"/>
      <w:lvlText w:val="E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427AA"/>
    <w:multiLevelType w:val="hybridMultilevel"/>
    <w:tmpl w:val="D0668E52"/>
    <w:lvl w:ilvl="0" w:tplc="B0F8A32E">
      <w:start w:val="1"/>
      <w:numFmt w:val="decimal"/>
      <w:lvlText w:val="Z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3663B"/>
    <w:multiLevelType w:val="hybridMultilevel"/>
    <w:tmpl w:val="7CB840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1002A"/>
    <w:multiLevelType w:val="hybridMultilevel"/>
    <w:tmpl w:val="E04C3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D4BB7"/>
    <w:multiLevelType w:val="hybridMultilevel"/>
    <w:tmpl w:val="E444A1BA"/>
    <w:lvl w:ilvl="0" w:tplc="B58E81F4">
      <w:start w:val="1"/>
      <w:numFmt w:val="decimal"/>
      <w:pStyle w:val="Bezodstpw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36FB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529680631">
    <w:abstractNumId w:val="17"/>
  </w:num>
  <w:num w:numId="2" w16cid:durableId="2061905566">
    <w:abstractNumId w:val="17"/>
  </w:num>
  <w:num w:numId="3" w16cid:durableId="1422067840">
    <w:abstractNumId w:val="6"/>
  </w:num>
  <w:num w:numId="4" w16cid:durableId="1061059248">
    <w:abstractNumId w:val="0"/>
  </w:num>
  <w:num w:numId="5" w16cid:durableId="417603292">
    <w:abstractNumId w:val="14"/>
  </w:num>
  <w:num w:numId="6" w16cid:durableId="1891108360">
    <w:abstractNumId w:val="12"/>
  </w:num>
  <w:num w:numId="7" w16cid:durableId="494033490">
    <w:abstractNumId w:val="7"/>
  </w:num>
  <w:num w:numId="8" w16cid:durableId="989674752">
    <w:abstractNumId w:val="13"/>
  </w:num>
  <w:num w:numId="9" w16cid:durableId="31225229">
    <w:abstractNumId w:val="4"/>
  </w:num>
  <w:num w:numId="10" w16cid:durableId="122769077">
    <w:abstractNumId w:val="16"/>
  </w:num>
  <w:num w:numId="11" w16cid:durableId="285044070">
    <w:abstractNumId w:val="15"/>
  </w:num>
  <w:num w:numId="12" w16cid:durableId="732849721">
    <w:abstractNumId w:val="10"/>
  </w:num>
  <w:num w:numId="13" w16cid:durableId="375545362">
    <w:abstractNumId w:val="9"/>
  </w:num>
  <w:num w:numId="14" w16cid:durableId="880096524">
    <w:abstractNumId w:val="2"/>
  </w:num>
  <w:num w:numId="15" w16cid:durableId="651521325">
    <w:abstractNumId w:val="11"/>
  </w:num>
  <w:num w:numId="16" w16cid:durableId="1830057385">
    <w:abstractNumId w:val="1"/>
  </w:num>
  <w:num w:numId="17" w16cid:durableId="1257978183">
    <w:abstractNumId w:val="8"/>
  </w:num>
  <w:num w:numId="18" w16cid:durableId="1155335089">
    <w:abstractNumId w:val="3"/>
  </w:num>
  <w:num w:numId="19" w16cid:durableId="721321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mirrorMargins/>
  <w:proofState w:spelling="clean"/>
  <w:attachedTemplate r:id="rId1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01"/>
    <w:rsid w:val="0000068E"/>
    <w:rsid w:val="00006BB8"/>
    <w:rsid w:val="00015AC2"/>
    <w:rsid w:val="0005597C"/>
    <w:rsid w:val="00060C3C"/>
    <w:rsid w:val="00073D7C"/>
    <w:rsid w:val="0007791B"/>
    <w:rsid w:val="000823DE"/>
    <w:rsid w:val="000B1442"/>
    <w:rsid w:val="000B6241"/>
    <w:rsid w:val="000C3B72"/>
    <w:rsid w:val="000E0DA5"/>
    <w:rsid w:val="001407CB"/>
    <w:rsid w:val="00147423"/>
    <w:rsid w:val="001573A0"/>
    <w:rsid w:val="00176DCE"/>
    <w:rsid w:val="001A7F15"/>
    <w:rsid w:val="001F327D"/>
    <w:rsid w:val="00201395"/>
    <w:rsid w:val="00201B1D"/>
    <w:rsid w:val="00213574"/>
    <w:rsid w:val="00242B03"/>
    <w:rsid w:val="0026162B"/>
    <w:rsid w:val="00263F97"/>
    <w:rsid w:val="0026603B"/>
    <w:rsid w:val="00287E7A"/>
    <w:rsid w:val="002A38A9"/>
    <w:rsid w:val="002C357F"/>
    <w:rsid w:val="002C4E81"/>
    <w:rsid w:val="002D078F"/>
    <w:rsid w:val="002F5EAF"/>
    <w:rsid w:val="00327D43"/>
    <w:rsid w:val="00332BE4"/>
    <w:rsid w:val="00362BDD"/>
    <w:rsid w:val="0037244C"/>
    <w:rsid w:val="003A229F"/>
    <w:rsid w:val="003C36E6"/>
    <w:rsid w:val="003D0965"/>
    <w:rsid w:val="003D6C42"/>
    <w:rsid w:val="00414C1C"/>
    <w:rsid w:val="00422F43"/>
    <w:rsid w:val="0042613B"/>
    <w:rsid w:val="00433EED"/>
    <w:rsid w:val="0043795B"/>
    <w:rsid w:val="004742C7"/>
    <w:rsid w:val="004743BD"/>
    <w:rsid w:val="00484FD1"/>
    <w:rsid w:val="00486E49"/>
    <w:rsid w:val="004927F4"/>
    <w:rsid w:val="004E5475"/>
    <w:rsid w:val="004E68E6"/>
    <w:rsid w:val="004F06D6"/>
    <w:rsid w:val="00502AB8"/>
    <w:rsid w:val="00513538"/>
    <w:rsid w:val="00525020"/>
    <w:rsid w:val="00581AFC"/>
    <w:rsid w:val="00584CDA"/>
    <w:rsid w:val="005C37A1"/>
    <w:rsid w:val="005D6CFA"/>
    <w:rsid w:val="00636F8A"/>
    <w:rsid w:val="006448DE"/>
    <w:rsid w:val="00681010"/>
    <w:rsid w:val="00686143"/>
    <w:rsid w:val="006A4044"/>
    <w:rsid w:val="006A6E98"/>
    <w:rsid w:val="006D1F7D"/>
    <w:rsid w:val="00744102"/>
    <w:rsid w:val="00784FD0"/>
    <w:rsid w:val="00792FB8"/>
    <w:rsid w:val="007B364C"/>
    <w:rsid w:val="007C05C6"/>
    <w:rsid w:val="0081515E"/>
    <w:rsid w:val="008418DF"/>
    <w:rsid w:val="00842941"/>
    <w:rsid w:val="00844DE6"/>
    <w:rsid w:val="00846C3B"/>
    <w:rsid w:val="008874F3"/>
    <w:rsid w:val="008947FA"/>
    <w:rsid w:val="008B1C26"/>
    <w:rsid w:val="008C1891"/>
    <w:rsid w:val="008D0E35"/>
    <w:rsid w:val="008D106B"/>
    <w:rsid w:val="008E385F"/>
    <w:rsid w:val="008F0209"/>
    <w:rsid w:val="00905FCD"/>
    <w:rsid w:val="00921376"/>
    <w:rsid w:val="00961CD8"/>
    <w:rsid w:val="009701EE"/>
    <w:rsid w:val="00971915"/>
    <w:rsid w:val="00972401"/>
    <w:rsid w:val="009F6243"/>
    <w:rsid w:val="00A37540"/>
    <w:rsid w:val="00A50CA6"/>
    <w:rsid w:val="00A64941"/>
    <w:rsid w:val="00A741B0"/>
    <w:rsid w:val="00A93569"/>
    <w:rsid w:val="00AB6388"/>
    <w:rsid w:val="00AE6F7C"/>
    <w:rsid w:val="00AF569B"/>
    <w:rsid w:val="00B06510"/>
    <w:rsid w:val="00B07476"/>
    <w:rsid w:val="00B426A1"/>
    <w:rsid w:val="00B53AA1"/>
    <w:rsid w:val="00B863D1"/>
    <w:rsid w:val="00B95004"/>
    <w:rsid w:val="00BC337A"/>
    <w:rsid w:val="00BF033C"/>
    <w:rsid w:val="00C05513"/>
    <w:rsid w:val="00C137EA"/>
    <w:rsid w:val="00C1614B"/>
    <w:rsid w:val="00C41F30"/>
    <w:rsid w:val="00C445E0"/>
    <w:rsid w:val="00C44E0C"/>
    <w:rsid w:val="00C527A7"/>
    <w:rsid w:val="00C80861"/>
    <w:rsid w:val="00C87449"/>
    <w:rsid w:val="00CA5668"/>
    <w:rsid w:val="00CC27E3"/>
    <w:rsid w:val="00D33733"/>
    <w:rsid w:val="00D35BD3"/>
    <w:rsid w:val="00D63845"/>
    <w:rsid w:val="00D73332"/>
    <w:rsid w:val="00DB4C88"/>
    <w:rsid w:val="00DB66E1"/>
    <w:rsid w:val="00DD5D97"/>
    <w:rsid w:val="00E17092"/>
    <w:rsid w:val="00E65FA3"/>
    <w:rsid w:val="00E71DD9"/>
    <w:rsid w:val="00E90643"/>
    <w:rsid w:val="00EF4FC5"/>
    <w:rsid w:val="00F16F6F"/>
    <w:rsid w:val="00F32B20"/>
    <w:rsid w:val="00F400C3"/>
    <w:rsid w:val="00F5479E"/>
    <w:rsid w:val="00F71226"/>
    <w:rsid w:val="00F815D5"/>
    <w:rsid w:val="00F823E5"/>
    <w:rsid w:val="00F85BB1"/>
    <w:rsid w:val="00FB100B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29226"/>
  <w15:docId w15:val="{1C6C5C9D-67ED-4615-BCEB-C5AB27E9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0C3"/>
    <w:pPr>
      <w:spacing w:after="60" w:line="264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044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ajorBidi"/>
      <w:b/>
      <w:bCs/>
      <w:color w:val="0F243E" w:themeColor="text2" w:themeShade="80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044"/>
    <w:pPr>
      <w:keepNext/>
      <w:keepLines/>
      <w:numPr>
        <w:ilvl w:val="1"/>
        <w:numId w:val="1"/>
      </w:numPr>
      <w:spacing w:before="120" w:after="40" w:line="240" w:lineRule="auto"/>
      <w:outlineLvl w:val="1"/>
    </w:pPr>
    <w:rPr>
      <w:rFonts w:eastAsiaTheme="majorEastAsia" w:cstheme="majorBidi"/>
      <w:b/>
      <w:bCs/>
      <w:color w:val="0F243E" w:themeColor="text2" w:themeShade="8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404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0F243E" w:themeColor="text2" w:themeShade="8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044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/>
      <w:iCs/>
      <w:color w:val="0F243E" w:themeColor="text2" w:themeShade="8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DCE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DCE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DCE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DCE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DCE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logo">
    <w:name w:val="Nagłówek_logo"/>
    <w:basedOn w:val="Normalny"/>
    <w:link w:val="NagweklogoZnak"/>
    <w:qFormat/>
    <w:rsid w:val="00176DCE"/>
    <w:pPr>
      <w:spacing w:after="0" w:line="240" w:lineRule="auto"/>
    </w:pPr>
    <w:rPr>
      <w:color w:val="7F7F7F" w:themeColor="text1" w:themeTint="80"/>
    </w:rPr>
  </w:style>
  <w:style w:type="character" w:customStyle="1" w:styleId="NagweklogoZnak">
    <w:name w:val="Nagłówek_logo Znak"/>
    <w:basedOn w:val="Domylnaczcionkaakapitu"/>
    <w:link w:val="Nagweklogo"/>
    <w:rsid w:val="00176DCE"/>
    <w:rPr>
      <w:rFonts w:ascii="Arial Narrow" w:hAnsi="Arial Narrow"/>
      <w:color w:val="7F7F7F" w:themeColor="text1" w:themeTint="80"/>
    </w:rPr>
  </w:style>
  <w:style w:type="paragraph" w:customStyle="1" w:styleId="Dotyczy">
    <w:name w:val="Dotyczy"/>
    <w:basedOn w:val="Normalny"/>
    <w:next w:val="Normalny"/>
    <w:link w:val="DotyczyZnak"/>
    <w:qFormat/>
    <w:rsid w:val="00176DCE"/>
    <w:pPr>
      <w:jc w:val="left"/>
    </w:pPr>
    <w:rPr>
      <w:i/>
      <w:u w:val="words"/>
    </w:rPr>
  </w:style>
  <w:style w:type="character" w:customStyle="1" w:styleId="DotyczyZnak">
    <w:name w:val="Dotyczy Znak"/>
    <w:basedOn w:val="Domylnaczcionkaakapitu"/>
    <w:link w:val="Dotyczy"/>
    <w:rsid w:val="00176DCE"/>
    <w:rPr>
      <w:rFonts w:ascii="Arial Narrow" w:hAnsi="Arial Narrow"/>
      <w:i/>
      <w:u w:val="words"/>
    </w:rPr>
  </w:style>
  <w:style w:type="character" w:customStyle="1" w:styleId="Nagwek1Znak">
    <w:name w:val="Nagłówek 1 Znak"/>
    <w:basedOn w:val="Domylnaczcionkaakapitu"/>
    <w:link w:val="Nagwek1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</w:rPr>
  </w:style>
  <w:style w:type="character" w:customStyle="1" w:styleId="Nagwek4Znak">
    <w:name w:val="Nagłówek 4 Znak"/>
    <w:basedOn w:val="Domylnaczcionkaakapitu"/>
    <w:link w:val="Nagwek4"/>
    <w:uiPriority w:val="9"/>
    <w:rsid w:val="006A4044"/>
    <w:rPr>
      <w:rFonts w:ascii="Arial Narrow" w:eastAsiaTheme="majorEastAsia" w:hAnsi="Arial Narrow" w:cstheme="majorBidi"/>
      <w:b/>
      <w:bCs/>
      <w:i/>
      <w:iCs/>
      <w:color w:val="0F243E" w:themeColor="text2" w:themeShade="8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6DCE"/>
    <w:rPr>
      <w:rFonts w:ascii="Arial Narrow" w:eastAsiaTheme="majorEastAsia" w:hAnsi="Arial Narrow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6DCE"/>
    <w:rPr>
      <w:rFonts w:ascii="Arial Narrow" w:eastAsiaTheme="majorEastAsia" w:hAnsi="Arial Narrow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6DCE"/>
    <w:rPr>
      <w:rFonts w:ascii="Arial Narrow" w:eastAsiaTheme="majorEastAsia" w:hAnsi="Arial Narrow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6DCE"/>
    <w:rPr>
      <w:rFonts w:ascii="Arial Narrow" w:eastAsiaTheme="majorEastAsia" w:hAnsi="Arial Narrow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6DCE"/>
    <w:rPr>
      <w:rFonts w:ascii="Arial Narrow" w:eastAsiaTheme="majorEastAsia" w:hAnsi="Arial Narrow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76D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76DCE"/>
    <w:rPr>
      <w:rFonts w:ascii="Arial Narrow" w:eastAsiaTheme="majorEastAsia" w:hAnsi="Arial Narrow" w:cstheme="majorBidi"/>
      <w:b/>
      <w:color w:val="17365D" w:themeColor="text2" w:themeShade="BF"/>
      <w:spacing w:val="5"/>
      <w:kern w:val="28"/>
      <w:sz w:val="28"/>
      <w:szCs w:val="52"/>
    </w:rPr>
  </w:style>
  <w:style w:type="paragraph" w:styleId="Akapitzlist">
    <w:name w:val="List Paragraph"/>
    <w:basedOn w:val="Normalny"/>
    <w:uiPriority w:val="34"/>
    <w:qFormat/>
    <w:rsid w:val="00176DC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6162B"/>
    <w:pPr>
      <w:numPr>
        <w:numId w:val="0"/>
      </w:numPr>
      <w:spacing w:before="480" w:after="0" w:line="276" w:lineRule="auto"/>
      <w:jc w:val="left"/>
      <w:outlineLvl w:val="9"/>
    </w:pPr>
    <w:rPr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26162B"/>
    <w:pPr>
      <w:spacing w:after="100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26162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162B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162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62B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26162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FF4CD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F4CDE"/>
    <w:rPr>
      <w:rFonts w:ascii="Arial Narrow" w:hAnsi="Arial Narrow"/>
      <w:sz w:val="20"/>
    </w:rPr>
  </w:style>
  <w:style w:type="paragraph" w:styleId="Stopka">
    <w:name w:val="footer"/>
    <w:basedOn w:val="Normalny"/>
    <w:link w:val="StopkaZnak"/>
    <w:uiPriority w:val="99"/>
    <w:unhideWhenUsed/>
    <w:rsid w:val="005D6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CFA"/>
    <w:rPr>
      <w:rFonts w:ascii="Arial Narrow" w:hAnsi="Arial Narrow"/>
    </w:rPr>
  </w:style>
  <w:style w:type="paragraph" w:styleId="Bezodstpw">
    <w:name w:val="No Spacing"/>
    <w:uiPriority w:val="1"/>
    <w:qFormat/>
    <w:rsid w:val="00332BE4"/>
    <w:pPr>
      <w:numPr>
        <w:numId w:val="10"/>
      </w:numPr>
      <w:spacing w:after="0" w:line="240" w:lineRule="auto"/>
    </w:pPr>
    <w:rPr>
      <w:rFonts w:ascii="Arial" w:eastAsiaTheme="minorHAnsi" w:hAnsi="Arial" w:cs="Times New Roman"/>
      <w:b/>
      <w:sz w:val="28"/>
      <w:szCs w:val="20"/>
      <w:lang w:eastAsia="en-US"/>
    </w:rPr>
  </w:style>
  <w:style w:type="paragraph" w:customStyle="1" w:styleId="UErysza">
    <w:name w:val="UE_rys_zał"/>
    <w:basedOn w:val="Normalny"/>
    <w:link w:val="UEryszaZnak"/>
    <w:qFormat/>
    <w:rsid w:val="00502AB8"/>
    <w:pPr>
      <w:ind w:left="431" w:hanging="431"/>
    </w:pPr>
    <w:rPr>
      <w:b/>
      <w:sz w:val="24"/>
      <w:szCs w:val="24"/>
    </w:rPr>
  </w:style>
  <w:style w:type="character" w:customStyle="1" w:styleId="UEryszaZnak">
    <w:name w:val="UE_rys_zał Znak"/>
    <w:basedOn w:val="Domylnaczcionkaakapitu"/>
    <w:link w:val="UErysza"/>
    <w:rsid w:val="00502AB8"/>
    <w:rPr>
      <w:rFonts w:ascii="Arial Narrow" w:hAnsi="Arial Narrow"/>
      <w:b/>
      <w:sz w:val="24"/>
      <w:szCs w:val="24"/>
    </w:rPr>
  </w:style>
  <w:style w:type="table" w:styleId="Tabela-Siatka">
    <w:name w:val="Table Grid"/>
    <w:basedOn w:val="Standardowy"/>
    <w:uiPriority w:val="59"/>
    <w:rsid w:val="00686143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zablony\Szablony%20Office\002_Oswiadczenia\0022_O&#347;w_PB_proj_i_spra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C24403AB6DD42979C7AD1D3CE3E92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DC1877-D816-4BEE-A4AA-A2442D9FC163}"/>
      </w:docPartPr>
      <w:docPartBody>
        <w:p w:rsidR="00000000" w:rsidRDefault="00000000">
          <w:pPr>
            <w:pStyle w:val="3C24403AB6DD42979C7AD1D3CE3E92CD"/>
          </w:pPr>
          <w:r>
            <w:t xml:space="preserve">     </w:t>
          </w:r>
        </w:p>
      </w:docPartBody>
    </w:docPart>
    <w:docPart>
      <w:docPartPr>
        <w:name w:val="F2FAF207BE664E53A5AE7F812B1DD0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6B4751-133C-40CA-AF24-46DB1AC7BC84}"/>
      </w:docPartPr>
      <w:docPartBody>
        <w:p w:rsidR="00000000" w:rsidRDefault="00000000">
          <w:pPr>
            <w:pStyle w:val="F2FAF207BE664E53A5AE7F812B1DD0A2"/>
          </w:pPr>
          <w:r w:rsidRPr="002B1739">
            <w:rPr>
              <w:rStyle w:val="Tekstzastpczy"/>
            </w:rPr>
            <w:t>Wybierz element.</w:t>
          </w:r>
        </w:p>
      </w:docPartBody>
    </w:docPart>
    <w:docPart>
      <w:docPartPr>
        <w:name w:val="08A9A99B6CAD464AB4A20670C1028C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E8260A-5516-4D44-8AE6-CFEAB0163008}"/>
      </w:docPartPr>
      <w:docPartBody>
        <w:p w:rsidR="00000000" w:rsidRDefault="00000000">
          <w:pPr>
            <w:pStyle w:val="08A9A99B6CAD464AB4A20670C1028C6B"/>
          </w:pPr>
          <w:r w:rsidRPr="006B150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AE27720724034A18B45E25686C4AE0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0A0869-246F-42EC-A237-8F6890DCA6C5}"/>
      </w:docPartPr>
      <w:docPartBody>
        <w:p w:rsidR="00000000" w:rsidRDefault="00000000">
          <w:pPr>
            <w:pStyle w:val="AE27720724034A18B45E25686C4AE01E"/>
          </w:pPr>
          <w:r w:rsidRPr="006B1506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0C"/>
    <w:rsid w:val="0078220C"/>
    <w:rsid w:val="00E9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24403AB6DD42979C7AD1D3CE3E92CD">
    <w:name w:val="3C24403AB6DD42979C7AD1D3CE3E92CD"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F2FAF207BE664E53A5AE7F812B1DD0A2">
    <w:name w:val="F2FAF207BE664E53A5AE7F812B1DD0A2"/>
  </w:style>
  <w:style w:type="paragraph" w:customStyle="1" w:styleId="08A9A99B6CAD464AB4A20670C1028C6B">
    <w:name w:val="08A9A99B6CAD464AB4A20670C1028C6B"/>
  </w:style>
  <w:style w:type="paragraph" w:customStyle="1" w:styleId="AE27720724034A18B45E25686C4AE01E">
    <w:name w:val="AE27720724034A18B45E25686C4AE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F5AD7-4F4C-4A92-869E-4A9B4BFF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0022_Ośw_PB_proj_i_spraw.dotx</Template>
  <TotalTime>4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PB - Instalacje elektryczne zewnętrzne</vt:lpstr>
    </vt:vector>
  </TitlesOfParts>
  <Company>USŁUGI ELEKTROTECHNICZNE Krzysztof Filipak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 - Instalacje elektryczne wewnętrzne</dc:title>
  <dc:creator>Łukasz Karaś</dc:creator>
  <cp:lastModifiedBy>Łukasz Karaś</cp:lastModifiedBy>
  <cp:revision>7</cp:revision>
  <cp:lastPrinted>2024-11-22T12:55:00Z</cp:lastPrinted>
  <dcterms:created xsi:type="dcterms:W3CDTF">2024-11-22T12:52:00Z</dcterms:created>
  <dcterms:modified xsi:type="dcterms:W3CDTF">2024-11-22T12:56:00Z</dcterms:modified>
</cp:coreProperties>
</file>